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162" w:rsidRDefault="00BF5162" w:rsidP="000D5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BF5162" w:rsidRPr="000D54D1" w:rsidRDefault="00BF5162" w:rsidP="000D5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D54D1">
        <w:rPr>
          <w:rFonts w:ascii="Times New Roman" w:hAnsi="Times New Roman"/>
          <w:b/>
          <w:sz w:val="26"/>
          <w:szCs w:val="26"/>
        </w:rPr>
        <w:t>ДЕКЛАРАЦИЯ</w:t>
      </w:r>
      <w:r>
        <w:rPr>
          <w:rStyle w:val="EndnoteReference"/>
          <w:rFonts w:ascii="Times New Roman" w:hAnsi="Times New Roman"/>
          <w:b/>
          <w:sz w:val="26"/>
          <w:szCs w:val="26"/>
        </w:rPr>
        <w:endnoteReference w:id="2"/>
      </w:r>
    </w:p>
    <w:p w:rsidR="00BF5162" w:rsidRPr="000D211C" w:rsidRDefault="00BF5162" w:rsidP="000D211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D54D1">
        <w:rPr>
          <w:rFonts w:ascii="Times New Roman" w:hAnsi="Times New Roman"/>
          <w:b/>
          <w:sz w:val="26"/>
          <w:szCs w:val="26"/>
        </w:rPr>
        <w:t xml:space="preserve">за конфиденциалност по чл. 33, ал. 4 </w:t>
      </w:r>
      <w:r>
        <w:rPr>
          <w:rFonts w:ascii="Times New Roman" w:hAnsi="Times New Roman"/>
          <w:b/>
          <w:sz w:val="26"/>
          <w:szCs w:val="26"/>
        </w:rPr>
        <w:t xml:space="preserve">от Закона за обществените поръчки </w:t>
      </w:r>
    </w:p>
    <w:p w:rsidR="00BF5162" w:rsidRDefault="00BF5162" w:rsidP="00F70B3C">
      <w:pPr>
        <w:tabs>
          <w:tab w:val="left" w:pos="1845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0D54D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</w:p>
    <w:p w:rsidR="00BF5162" w:rsidRPr="000D54D1" w:rsidRDefault="00BF5162" w:rsidP="000D54D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F5162" w:rsidRDefault="00BF5162" w:rsidP="000D54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Подписаният/</w:t>
      </w:r>
      <w:r>
        <w:rPr>
          <w:rFonts w:ascii="Times New Roman" w:hAnsi="Times New Roman"/>
          <w:sz w:val="26"/>
          <w:szCs w:val="26"/>
        </w:rPr>
        <w:t>-</w:t>
      </w:r>
      <w:r w:rsidRPr="00771E8E">
        <w:rPr>
          <w:rFonts w:ascii="Times New Roman" w:hAnsi="Times New Roman"/>
          <w:sz w:val="26"/>
          <w:szCs w:val="26"/>
        </w:rPr>
        <w:t xml:space="preserve">ата </w:t>
      </w:r>
      <w:r>
        <w:rPr>
          <w:rFonts w:ascii="Times New Roman" w:hAnsi="Times New Roman"/>
          <w:sz w:val="26"/>
          <w:szCs w:val="26"/>
        </w:rPr>
        <w:t>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</w:t>
      </w:r>
      <w:r w:rsidRPr="00771E8E">
        <w:rPr>
          <w:rFonts w:ascii="Times New Roman" w:hAnsi="Times New Roman"/>
          <w:sz w:val="26"/>
          <w:szCs w:val="26"/>
        </w:rPr>
        <w:t xml:space="preserve">................. </w:t>
      </w:r>
    </w:p>
    <w:p w:rsidR="00BF5162" w:rsidRPr="00DE7F72" w:rsidRDefault="00BF5162" w:rsidP="000D211C">
      <w:pPr>
        <w:spacing w:after="0" w:line="240" w:lineRule="auto"/>
        <w:ind w:left="708" w:firstLine="708"/>
        <w:jc w:val="center"/>
        <w:rPr>
          <w:rFonts w:ascii="Times New Roman" w:hAnsi="Times New Roman"/>
          <w:i/>
        </w:rPr>
      </w:pPr>
      <w:r w:rsidRPr="00DE7F72">
        <w:rPr>
          <w:rFonts w:ascii="Times New Roman" w:hAnsi="Times New Roman"/>
          <w:i/>
        </w:rPr>
        <w:t>(трите имена)</w:t>
      </w:r>
    </w:p>
    <w:p w:rsidR="00BF5162" w:rsidRDefault="00BF5162" w:rsidP="000D54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данни по документ за самоличност </w:t>
      </w:r>
      <w:r>
        <w:rPr>
          <w:rFonts w:ascii="Times New Roman" w:hAnsi="Times New Roman"/>
          <w:sz w:val="26"/>
          <w:szCs w:val="26"/>
        </w:rPr>
        <w:t>……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</w:t>
      </w:r>
      <w:r>
        <w:rPr>
          <w:rFonts w:ascii="Times New Roman" w:hAnsi="Times New Roman"/>
          <w:sz w:val="26"/>
          <w:szCs w:val="26"/>
        </w:rPr>
        <w:t>.....</w:t>
      </w:r>
      <w:r w:rsidRPr="00771E8E">
        <w:rPr>
          <w:rFonts w:ascii="Times New Roman" w:hAnsi="Times New Roman"/>
          <w:sz w:val="26"/>
          <w:szCs w:val="26"/>
        </w:rPr>
        <w:t>.............</w:t>
      </w:r>
    </w:p>
    <w:p w:rsidR="00BF5162" w:rsidRPr="00771E8E" w:rsidRDefault="00BF5162" w:rsidP="000D54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……………………………………………………………………………………………...</w:t>
      </w:r>
    </w:p>
    <w:p w:rsidR="00BF5162" w:rsidRPr="00DE7F72" w:rsidRDefault="00BF5162" w:rsidP="00DE7F72">
      <w:pPr>
        <w:spacing w:after="0" w:line="240" w:lineRule="auto"/>
        <w:ind w:left="708" w:firstLine="708"/>
        <w:jc w:val="center"/>
        <w:rPr>
          <w:rFonts w:ascii="Times New Roman" w:hAnsi="Times New Roman"/>
          <w:i/>
        </w:rPr>
      </w:pPr>
      <w:r w:rsidRPr="00DE7F72">
        <w:rPr>
          <w:rFonts w:ascii="Times New Roman" w:hAnsi="Times New Roman"/>
          <w:i/>
        </w:rPr>
        <w:t>(номер на лична карта, дата, орган и място на издаването)</w:t>
      </w:r>
    </w:p>
    <w:p w:rsidR="00BF5162" w:rsidRPr="00771E8E" w:rsidRDefault="00BF5162" w:rsidP="000D54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в качеството си на</w:t>
      </w:r>
      <w:r>
        <w:rPr>
          <w:rFonts w:ascii="Times New Roman" w:hAnsi="Times New Roman"/>
          <w:sz w:val="26"/>
          <w:szCs w:val="26"/>
        </w:rPr>
        <w:t xml:space="preserve"> 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......</w:t>
      </w:r>
    </w:p>
    <w:p w:rsidR="00BF5162" w:rsidRPr="00DE7F72" w:rsidRDefault="00BF5162" w:rsidP="00DE7F72">
      <w:pPr>
        <w:spacing w:after="0" w:line="240" w:lineRule="auto"/>
        <w:ind w:left="708" w:firstLine="708"/>
        <w:jc w:val="center"/>
        <w:rPr>
          <w:rFonts w:ascii="Times New Roman" w:hAnsi="Times New Roman"/>
          <w:i/>
        </w:rPr>
      </w:pPr>
      <w:r w:rsidRPr="00DE7F72">
        <w:rPr>
          <w:rFonts w:ascii="Times New Roman" w:hAnsi="Times New Roman"/>
          <w:i/>
        </w:rPr>
        <w:t>(длъжност)</w:t>
      </w:r>
    </w:p>
    <w:p w:rsidR="00BF5162" w:rsidRPr="00771E8E" w:rsidRDefault="00BF5162" w:rsidP="000D54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на .............................................................................................................................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</w:t>
      </w:r>
      <w:r w:rsidRPr="00771E8E">
        <w:rPr>
          <w:rFonts w:ascii="Times New Roman" w:hAnsi="Times New Roman"/>
          <w:sz w:val="26"/>
          <w:szCs w:val="26"/>
        </w:rPr>
        <w:t>....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F5162" w:rsidRPr="00DE7F72" w:rsidRDefault="00BF5162" w:rsidP="00DE7F72">
      <w:pPr>
        <w:spacing w:after="0" w:line="240" w:lineRule="auto"/>
        <w:ind w:left="708" w:firstLine="708"/>
        <w:jc w:val="center"/>
        <w:rPr>
          <w:rFonts w:ascii="Times New Roman" w:hAnsi="Times New Roman"/>
          <w:i/>
        </w:rPr>
      </w:pPr>
      <w:r w:rsidRPr="00DE7F72">
        <w:rPr>
          <w:rFonts w:ascii="Times New Roman" w:hAnsi="Times New Roman"/>
          <w:i/>
        </w:rPr>
        <w:t>(наименование на участника)</w:t>
      </w:r>
    </w:p>
    <w:p w:rsidR="00BF5162" w:rsidRPr="00574C2E" w:rsidRDefault="00BF5162" w:rsidP="00574C2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Pr="00D94F11">
        <w:rPr>
          <w:rFonts w:ascii="Times New Roman" w:hAnsi="Times New Roman"/>
          <w:sz w:val="26"/>
          <w:szCs w:val="26"/>
        </w:rPr>
        <w:t xml:space="preserve">ЕИК/БУЛСТАТ </w:t>
      </w:r>
      <w:r w:rsidRPr="00574C2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</w:t>
      </w:r>
      <w:r w:rsidRPr="00574C2E">
        <w:rPr>
          <w:rFonts w:ascii="Times New Roman" w:hAnsi="Times New Roman"/>
          <w:sz w:val="26"/>
          <w:szCs w:val="26"/>
        </w:rPr>
        <w:t>......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574C2E">
        <w:rPr>
          <w:rFonts w:ascii="Times New Roman" w:hAnsi="Times New Roman"/>
          <w:sz w:val="26"/>
          <w:szCs w:val="26"/>
        </w:rPr>
        <w:t xml:space="preserve">- </w:t>
      </w:r>
    </w:p>
    <w:p w:rsidR="00BF5162" w:rsidRPr="00C141D9" w:rsidRDefault="00BF5162" w:rsidP="00C141D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574C2E">
        <w:rPr>
          <w:rFonts w:ascii="Times New Roman" w:hAnsi="Times New Roman"/>
          <w:sz w:val="26"/>
          <w:szCs w:val="26"/>
        </w:rPr>
        <w:t>участник в</w:t>
      </w:r>
      <w:r>
        <w:rPr>
          <w:rFonts w:ascii="Times New Roman" w:hAnsi="Times New Roman"/>
          <w:sz w:val="26"/>
          <w:szCs w:val="26"/>
        </w:rPr>
        <w:t xml:space="preserve">ъв </w:t>
      </w:r>
      <w:r w:rsidRPr="00574C2E">
        <w:rPr>
          <w:rFonts w:ascii="Times New Roman" w:hAnsi="Times New Roman"/>
          <w:sz w:val="26"/>
          <w:szCs w:val="26"/>
        </w:rPr>
        <w:t>възлагане чрез публична покана</w:t>
      </w:r>
      <w:r w:rsidRPr="00C141D9">
        <w:rPr>
          <w:rFonts w:ascii="Times New Roman" w:hAnsi="Times New Roman"/>
          <w:sz w:val="26"/>
          <w:szCs w:val="26"/>
        </w:rPr>
        <w:t xml:space="preserve"> </w:t>
      </w:r>
      <w:r w:rsidRPr="00574C2E">
        <w:rPr>
          <w:rFonts w:ascii="Times New Roman" w:hAnsi="Times New Roman"/>
          <w:sz w:val="26"/>
          <w:szCs w:val="26"/>
        </w:rPr>
        <w:t xml:space="preserve">на обществена поръчка с предмет: </w:t>
      </w:r>
      <w:r>
        <w:rPr>
          <w:rFonts w:ascii="Times New Roman" w:hAnsi="Times New Roman"/>
          <w:b/>
          <w:sz w:val="26"/>
          <w:szCs w:val="26"/>
        </w:rPr>
        <w:t>„</w:t>
      </w:r>
      <w:r w:rsidRPr="00D636B9">
        <w:rPr>
          <w:rFonts w:ascii="Times New Roman" w:hAnsi="Times New Roman"/>
          <w:b/>
          <w:sz w:val="26"/>
          <w:szCs w:val="26"/>
          <w:lang w:eastAsia="bg-BG"/>
        </w:rPr>
        <w:t>Ремонт и поддръжка на системата на уличното осветление на територията на Община Лясковец</w:t>
      </w:r>
      <w:r>
        <w:rPr>
          <w:rFonts w:ascii="Times New Roman" w:hAnsi="Times New Roman"/>
          <w:b/>
          <w:sz w:val="26"/>
          <w:szCs w:val="26"/>
        </w:rPr>
        <w:t>”</w:t>
      </w:r>
      <w:r w:rsidRPr="00C141D9">
        <w:rPr>
          <w:rFonts w:ascii="Times New Roman" w:hAnsi="Times New Roman"/>
          <w:b/>
          <w:bCs/>
          <w:sz w:val="26"/>
          <w:szCs w:val="26"/>
        </w:rPr>
        <w:t>,</w:t>
      </w:r>
    </w:p>
    <w:p w:rsidR="00BF5162" w:rsidRPr="00D94F11" w:rsidRDefault="00BF5162" w:rsidP="000D54D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94F11">
        <w:rPr>
          <w:rFonts w:ascii="Times New Roman" w:hAnsi="Times New Roman"/>
          <w:sz w:val="26"/>
          <w:szCs w:val="26"/>
        </w:rPr>
        <w:t xml:space="preserve"> </w:t>
      </w:r>
    </w:p>
    <w:p w:rsidR="00BF5162" w:rsidRPr="00D94F11" w:rsidRDefault="00BF5162" w:rsidP="000D5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94F11">
        <w:rPr>
          <w:rFonts w:ascii="Times New Roman" w:hAnsi="Times New Roman"/>
          <w:b/>
          <w:sz w:val="26"/>
          <w:szCs w:val="26"/>
        </w:rPr>
        <w:t>ДЕКЛАРИРАМ:</w:t>
      </w:r>
    </w:p>
    <w:p w:rsidR="00BF5162" w:rsidRPr="00D94F11" w:rsidRDefault="00BF5162" w:rsidP="000D54D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94F11">
        <w:rPr>
          <w:rFonts w:ascii="Times New Roman" w:hAnsi="Times New Roman"/>
          <w:sz w:val="26"/>
          <w:szCs w:val="26"/>
        </w:rPr>
        <w:t xml:space="preserve"> </w:t>
      </w:r>
    </w:p>
    <w:p w:rsidR="00BF5162" w:rsidRDefault="00BF5162" w:rsidP="00504F29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94F11">
        <w:rPr>
          <w:rFonts w:ascii="Times New Roman" w:hAnsi="Times New Roman"/>
          <w:sz w:val="26"/>
          <w:szCs w:val="26"/>
        </w:rPr>
        <w:t>Информацията, съдържаща се в ...............</w:t>
      </w:r>
      <w:r>
        <w:rPr>
          <w:rFonts w:ascii="Times New Roman" w:hAnsi="Times New Roman"/>
          <w:sz w:val="26"/>
          <w:szCs w:val="26"/>
        </w:rPr>
        <w:t>....................................................</w:t>
      </w:r>
      <w:r w:rsidRPr="00D94F11">
        <w:rPr>
          <w:rFonts w:ascii="Times New Roman" w:hAnsi="Times New Roman"/>
          <w:sz w:val="26"/>
          <w:szCs w:val="26"/>
        </w:rPr>
        <w:t xml:space="preserve">..... </w:t>
      </w:r>
    </w:p>
    <w:p w:rsidR="00BF5162" w:rsidRPr="00C141D9" w:rsidRDefault="00BF5162" w:rsidP="00C141D9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 xml:space="preserve">          </w:t>
      </w:r>
      <w:r w:rsidRPr="002D6E9D">
        <w:rPr>
          <w:rFonts w:ascii="Times New Roman" w:hAnsi="Times New Roman"/>
          <w:i/>
          <w:sz w:val="20"/>
          <w:szCs w:val="20"/>
          <w:lang w:val="ru-RU"/>
        </w:rPr>
        <w:t xml:space="preserve">        </w:t>
      </w:r>
      <w:r>
        <w:rPr>
          <w:rFonts w:ascii="Times New Roman" w:hAnsi="Times New Roman"/>
          <w:i/>
          <w:sz w:val="20"/>
          <w:szCs w:val="20"/>
        </w:rPr>
        <w:t xml:space="preserve">  </w:t>
      </w:r>
      <w:r w:rsidRPr="00C141D9">
        <w:rPr>
          <w:rFonts w:ascii="Times New Roman" w:hAnsi="Times New Roman"/>
          <w:i/>
        </w:rPr>
        <w:t>(посочват се конкретна част/части от техническото предложение)</w:t>
      </w:r>
      <w:r w:rsidRPr="00C141D9">
        <w:rPr>
          <w:rFonts w:ascii="Times New Roman" w:hAnsi="Times New Roman"/>
        </w:rPr>
        <w:t xml:space="preserve"> </w:t>
      </w:r>
    </w:p>
    <w:p w:rsidR="00BF5162" w:rsidRPr="00504F29" w:rsidRDefault="00BF5162" w:rsidP="00C141D9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54D1">
        <w:rPr>
          <w:rFonts w:ascii="Times New Roman" w:hAnsi="Times New Roman"/>
          <w:sz w:val="26"/>
          <w:szCs w:val="26"/>
        </w:rPr>
        <w:t>от техническото ни предложение, да се счита за конфиденциална, тъй като съдържа технически и/или търговски тайни</w:t>
      </w:r>
      <w:r>
        <w:rPr>
          <w:rFonts w:ascii="Times New Roman" w:hAnsi="Times New Roman"/>
          <w:sz w:val="26"/>
          <w:szCs w:val="26"/>
        </w:rPr>
        <w:t>.</w:t>
      </w:r>
      <w:r w:rsidRPr="000D54D1">
        <w:rPr>
          <w:rFonts w:ascii="Times New Roman" w:hAnsi="Times New Roman"/>
          <w:sz w:val="26"/>
          <w:szCs w:val="26"/>
        </w:rPr>
        <w:t xml:space="preserve"> </w:t>
      </w:r>
    </w:p>
    <w:p w:rsidR="00BF5162" w:rsidRPr="00C141D9" w:rsidRDefault="00BF5162" w:rsidP="00504F29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Pr="00C141D9">
        <w:rPr>
          <w:rFonts w:ascii="Times New Roman" w:hAnsi="Times New Roman"/>
          <w:i/>
        </w:rPr>
        <w:t>(вярното се подчертава)</w:t>
      </w:r>
    </w:p>
    <w:p w:rsidR="00BF5162" w:rsidRPr="000D54D1" w:rsidRDefault="00BF5162" w:rsidP="000D54D1">
      <w:pPr>
        <w:pStyle w:val="ListParagraph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BF5162" w:rsidRPr="000D54D1" w:rsidRDefault="00BF5162" w:rsidP="000D54D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D54D1">
        <w:rPr>
          <w:rFonts w:ascii="Times New Roman" w:hAnsi="Times New Roman"/>
          <w:sz w:val="26"/>
          <w:szCs w:val="26"/>
        </w:rPr>
        <w:t>Не бихме желали информацията по т. 1 да бъде разкривана от възложителя, освен в предвидените от закона случаи.</w:t>
      </w:r>
    </w:p>
    <w:p w:rsidR="00BF5162" w:rsidRDefault="00BF5162" w:rsidP="000D54D1">
      <w:pPr>
        <w:pStyle w:val="ListParagraph"/>
        <w:jc w:val="both"/>
        <w:rPr>
          <w:rFonts w:ascii="Times New Roman" w:hAnsi="Times New Roman"/>
          <w:sz w:val="26"/>
          <w:szCs w:val="26"/>
        </w:rPr>
      </w:pPr>
    </w:p>
    <w:p w:rsidR="00BF5162" w:rsidRPr="00E95C71" w:rsidRDefault="00BF5162" w:rsidP="00B7482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....................... г.</w:t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BF5162" w:rsidRPr="00E95C71" w:rsidRDefault="00BF5162" w:rsidP="00B74821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BF5162" w:rsidRPr="00E95C71" w:rsidRDefault="00BF5162" w:rsidP="00B74821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BF5162" w:rsidRPr="00B74821" w:rsidRDefault="00BF5162" w:rsidP="00B74821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</w:p>
    <w:p w:rsidR="00BF5162" w:rsidRDefault="00BF5162">
      <w:pPr>
        <w:pStyle w:val="ListParagraph"/>
        <w:ind w:left="0" w:firstLine="720"/>
        <w:jc w:val="both"/>
        <w:rPr>
          <w:rFonts w:ascii="Times New Roman" w:hAnsi="Times New Roman"/>
          <w:i/>
          <w:iCs/>
          <w:sz w:val="26"/>
          <w:szCs w:val="26"/>
        </w:rPr>
      </w:pPr>
    </w:p>
    <w:p w:rsidR="00BF5162" w:rsidRDefault="00BF5162">
      <w:pPr>
        <w:pStyle w:val="ListParagraph"/>
        <w:ind w:left="0" w:firstLine="720"/>
        <w:jc w:val="both"/>
        <w:rPr>
          <w:rFonts w:ascii="Times New Roman" w:hAnsi="Times New Roman"/>
          <w:i/>
          <w:iCs/>
          <w:sz w:val="26"/>
          <w:szCs w:val="26"/>
        </w:rPr>
      </w:pPr>
    </w:p>
    <w:p w:rsidR="00BF5162" w:rsidRDefault="00BF5162">
      <w:pPr>
        <w:pStyle w:val="ListParagraph"/>
        <w:ind w:left="0" w:firstLine="720"/>
        <w:jc w:val="both"/>
        <w:rPr>
          <w:rFonts w:ascii="Times New Roman" w:hAnsi="Times New Roman"/>
          <w:i/>
          <w:iCs/>
          <w:sz w:val="26"/>
          <w:szCs w:val="26"/>
        </w:rPr>
      </w:pPr>
    </w:p>
    <w:p w:rsidR="00BF5162" w:rsidRDefault="00BF5162">
      <w:pPr>
        <w:pStyle w:val="ListParagraph"/>
        <w:ind w:left="0" w:firstLine="720"/>
        <w:jc w:val="both"/>
        <w:rPr>
          <w:rFonts w:ascii="Times New Roman" w:hAnsi="Times New Roman"/>
          <w:i/>
          <w:iCs/>
          <w:sz w:val="26"/>
          <w:szCs w:val="26"/>
        </w:rPr>
      </w:pPr>
    </w:p>
    <w:p w:rsidR="00BF5162" w:rsidRDefault="00BF5162">
      <w:pPr>
        <w:pStyle w:val="ListParagraph"/>
        <w:ind w:left="0" w:firstLine="720"/>
        <w:jc w:val="both"/>
        <w:rPr>
          <w:rFonts w:ascii="Times New Roman" w:hAnsi="Times New Roman"/>
          <w:i/>
          <w:iCs/>
          <w:sz w:val="26"/>
          <w:szCs w:val="26"/>
        </w:rPr>
      </w:pPr>
    </w:p>
    <w:p w:rsidR="00BF5162" w:rsidRPr="00B74821" w:rsidRDefault="00BF5162">
      <w:pPr>
        <w:pStyle w:val="ListParagraph"/>
        <w:ind w:left="0" w:firstLine="720"/>
        <w:jc w:val="both"/>
        <w:rPr>
          <w:rFonts w:ascii="Times New Roman" w:hAnsi="Times New Roman"/>
          <w:i/>
          <w:iCs/>
          <w:sz w:val="26"/>
          <w:szCs w:val="26"/>
        </w:rPr>
      </w:pPr>
    </w:p>
    <w:sectPr w:rsidR="00BF5162" w:rsidRPr="00B74821" w:rsidSect="00A40480">
      <w:headerReference w:type="default" r:id="rId7"/>
      <w:footerReference w:type="default" r:id="rId8"/>
      <w:endnotePr>
        <w:numFmt w:val="decimal"/>
      </w:endnotePr>
      <w:type w:val="continuous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162" w:rsidRDefault="00BF5162" w:rsidP="000D54D1">
      <w:pPr>
        <w:spacing w:after="0" w:line="240" w:lineRule="auto"/>
      </w:pPr>
      <w:r>
        <w:separator/>
      </w:r>
    </w:p>
  </w:endnote>
  <w:endnote w:type="continuationSeparator" w:id="1">
    <w:p w:rsidR="00BF5162" w:rsidRDefault="00BF5162" w:rsidP="000D54D1">
      <w:pPr>
        <w:spacing w:after="0" w:line="240" w:lineRule="auto"/>
      </w:pPr>
      <w:r>
        <w:continuationSeparator/>
      </w:r>
    </w:p>
  </w:endnote>
  <w:endnote w:id="2">
    <w:p w:rsidR="00BF5162" w:rsidRDefault="00BF5162" w:rsidP="00C04E13">
      <w:pPr>
        <w:pStyle w:val="ListParagraph"/>
        <w:ind w:left="0" w:firstLine="720"/>
        <w:jc w:val="both"/>
      </w:pPr>
      <w:r>
        <w:rPr>
          <w:rStyle w:val="EndnoteReference"/>
        </w:rPr>
        <w:endnoteRef/>
      </w:r>
      <w:r>
        <w:t xml:space="preserve"> </w:t>
      </w:r>
      <w:r w:rsidRPr="00B74821">
        <w:rPr>
          <w:rFonts w:ascii="Times New Roman" w:hAnsi="Times New Roman"/>
          <w:i/>
          <w:iCs/>
        </w:rPr>
        <w:t xml:space="preserve">Документът </w:t>
      </w:r>
      <w:r w:rsidRPr="00913A25">
        <w:rPr>
          <w:rFonts w:ascii="Times New Roman" w:hAnsi="Times New Roman"/>
          <w:b/>
          <w:i/>
          <w:iCs/>
        </w:rPr>
        <w:t>не е задължителна част от офертата</w:t>
      </w:r>
      <w:r w:rsidRPr="00504F29">
        <w:rPr>
          <w:rFonts w:ascii="Times New Roman" w:hAnsi="Times New Roman"/>
          <w:bCs/>
          <w:i/>
          <w:iCs/>
        </w:rPr>
        <w:t xml:space="preserve"> и се попълва</w:t>
      </w:r>
      <w:r>
        <w:rPr>
          <w:rFonts w:ascii="Times New Roman" w:hAnsi="Times New Roman"/>
          <w:bCs/>
          <w:i/>
          <w:iCs/>
        </w:rPr>
        <w:t xml:space="preserve"> и прилага </w:t>
      </w:r>
      <w:r w:rsidRPr="00504F29">
        <w:rPr>
          <w:rFonts w:ascii="Times New Roman" w:hAnsi="Times New Roman"/>
          <w:bCs/>
          <w:i/>
          <w:iCs/>
        </w:rPr>
        <w:t>по преценка на участника</w:t>
      </w:r>
      <w:r>
        <w:rPr>
          <w:rFonts w:ascii="Times New Roman" w:hAnsi="Times New Roman"/>
          <w:bCs/>
          <w:i/>
          <w:iCs/>
        </w:rP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162" w:rsidRDefault="00BF51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162" w:rsidRDefault="00BF5162" w:rsidP="000D54D1">
      <w:pPr>
        <w:spacing w:after="0" w:line="240" w:lineRule="auto"/>
      </w:pPr>
      <w:r>
        <w:separator/>
      </w:r>
    </w:p>
  </w:footnote>
  <w:footnote w:type="continuationSeparator" w:id="1">
    <w:p w:rsidR="00BF5162" w:rsidRDefault="00BF5162" w:rsidP="000D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162" w:rsidRPr="00D636B9" w:rsidRDefault="00BF5162" w:rsidP="000D54D1">
    <w:pPr>
      <w:spacing w:after="0" w:line="240" w:lineRule="auto"/>
      <w:jc w:val="right"/>
      <w:rPr>
        <w:rFonts w:ascii="Times New Roman" w:hAnsi="Times New Roman"/>
        <w:b/>
        <w:sz w:val="26"/>
        <w:szCs w:val="26"/>
        <w:lang w:val="en-US"/>
      </w:rPr>
    </w:pPr>
    <w:r w:rsidRPr="000D54D1">
      <w:rPr>
        <w:rFonts w:ascii="Times New Roman" w:hAnsi="Times New Roman"/>
        <w:b/>
        <w:sz w:val="26"/>
        <w:szCs w:val="26"/>
      </w:rPr>
      <w:t xml:space="preserve">ОБРАЗЕЦ № </w:t>
    </w:r>
    <w:r>
      <w:rPr>
        <w:rFonts w:ascii="Times New Roman" w:hAnsi="Times New Roman"/>
        <w:b/>
        <w:sz w:val="26"/>
        <w:szCs w:val="26"/>
        <w:lang w:val="en-US"/>
      </w:rPr>
      <w:t>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C1531"/>
    <w:multiLevelType w:val="hybridMultilevel"/>
    <w:tmpl w:val="2284A416"/>
    <w:lvl w:ilvl="0" w:tplc="D8502246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DF8369F"/>
    <w:multiLevelType w:val="hybridMultilevel"/>
    <w:tmpl w:val="B9CEB6E4"/>
    <w:lvl w:ilvl="0" w:tplc="F514B694">
      <w:start w:val="1"/>
      <w:numFmt w:val="decimal"/>
      <w:lvlText w:val="(%1)"/>
      <w:lvlJc w:val="left"/>
      <w:pPr>
        <w:ind w:left="1068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6EE162B"/>
    <w:multiLevelType w:val="hybridMultilevel"/>
    <w:tmpl w:val="34481296"/>
    <w:lvl w:ilvl="0" w:tplc="3DA653BE">
      <w:start w:val="1"/>
      <w:numFmt w:val="decimal"/>
      <w:lvlText w:val="(%1)"/>
      <w:lvlJc w:val="left"/>
      <w:pPr>
        <w:ind w:left="411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483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555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627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699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771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843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915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987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DE0"/>
    <w:rsid w:val="000523D3"/>
    <w:rsid w:val="00063DE0"/>
    <w:rsid w:val="00065180"/>
    <w:rsid w:val="00084660"/>
    <w:rsid w:val="00095844"/>
    <w:rsid w:val="000A5FCF"/>
    <w:rsid w:val="000C1B31"/>
    <w:rsid w:val="000C3758"/>
    <w:rsid w:val="000D211C"/>
    <w:rsid w:val="000D54D1"/>
    <w:rsid w:val="00195D29"/>
    <w:rsid w:val="001C1E2B"/>
    <w:rsid w:val="001C42E0"/>
    <w:rsid w:val="002573AC"/>
    <w:rsid w:val="00286AAC"/>
    <w:rsid w:val="002B2AA8"/>
    <w:rsid w:val="002C3D9E"/>
    <w:rsid w:val="002D6E9D"/>
    <w:rsid w:val="0033679B"/>
    <w:rsid w:val="00366C23"/>
    <w:rsid w:val="00390652"/>
    <w:rsid w:val="003E55FE"/>
    <w:rsid w:val="00412A0D"/>
    <w:rsid w:val="004159F3"/>
    <w:rsid w:val="00474370"/>
    <w:rsid w:val="00475CFB"/>
    <w:rsid w:val="004836C2"/>
    <w:rsid w:val="004A347D"/>
    <w:rsid w:val="004C41A2"/>
    <w:rsid w:val="004E5577"/>
    <w:rsid w:val="00504F29"/>
    <w:rsid w:val="00574C2E"/>
    <w:rsid w:val="005A4E47"/>
    <w:rsid w:val="005D2468"/>
    <w:rsid w:val="005F1A2B"/>
    <w:rsid w:val="0062520D"/>
    <w:rsid w:val="006743DD"/>
    <w:rsid w:val="00677B89"/>
    <w:rsid w:val="006E5B4C"/>
    <w:rsid w:val="006F140E"/>
    <w:rsid w:val="00771E8E"/>
    <w:rsid w:val="007C310C"/>
    <w:rsid w:val="007E6114"/>
    <w:rsid w:val="007F0009"/>
    <w:rsid w:val="0080353B"/>
    <w:rsid w:val="00810242"/>
    <w:rsid w:val="00821F22"/>
    <w:rsid w:val="00835D19"/>
    <w:rsid w:val="00867CDD"/>
    <w:rsid w:val="008B088D"/>
    <w:rsid w:val="008E0CCD"/>
    <w:rsid w:val="00913A25"/>
    <w:rsid w:val="00931F5C"/>
    <w:rsid w:val="00934992"/>
    <w:rsid w:val="00943B50"/>
    <w:rsid w:val="0096314C"/>
    <w:rsid w:val="009A21D7"/>
    <w:rsid w:val="009E053B"/>
    <w:rsid w:val="009E5B35"/>
    <w:rsid w:val="009F5AD3"/>
    <w:rsid w:val="00A40480"/>
    <w:rsid w:val="00A9521C"/>
    <w:rsid w:val="00AA780D"/>
    <w:rsid w:val="00AC4863"/>
    <w:rsid w:val="00B00B64"/>
    <w:rsid w:val="00B2385C"/>
    <w:rsid w:val="00B64EDC"/>
    <w:rsid w:val="00B72FE6"/>
    <w:rsid w:val="00B74821"/>
    <w:rsid w:val="00B76761"/>
    <w:rsid w:val="00B911F7"/>
    <w:rsid w:val="00BB3D2A"/>
    <w:rsid w:val="00BD05D0"/>
    <w:rsid w:val="00BE7FCA"/>
    <w:rsid w:val="00BF5162"/>
    <w:rsid w:val="00C04E13"/>
    <w:rsid w:val="00C11690"/>
    <w:rsid w:val="00C141D9"/>
    <w:rsid w:val="00C16056"/>
    <w:rsid w:val="00C67044"/>
    <w:rsid w:val="00C77C81"/>
    <w:rsid w:val="00D32C0D"/>
    <w:rsid w:val="00D36C81"/>
    <w:rsid w:val="00D636B9"/>
    <w:rsid w:val="00D83080"/>
    <w:rsid w:val="00D94F11"/>
    <w:rsid w:val="00DC4C3C"/>
    <w:rsid w:val="00DE7C59"/>
    <w:rsid w:val="00DE7F72"/>
    <w:rsid w:val="00E06657"/>
    <w:rsid w:val="00E22EBF"/>
    <w:rsid w:val="00E50A1D"/>
    <w:rsid w:val="00E95C71"/>
    <w:rsid w:val="00EA58CD"/>
    <w:rsid w:val="00EA7EF7"/>
    <w:rsid w:val="00EC18FC"/>
    <w:rsid w:val="00EC2D1F"/>
    <w:rsid w:val="00EE54B4"/>
    <w:rsid w:val="00F105F2"/>
    <w:rsid w:val="00F1152D"/>
    <w:rsid w:val="00F34545"/>
    <w:rsid w:val="00F44FBA"/>
    <w:rsid w:val="00F5456D"/>
    <w:rsid w:val="00F6083A"/>
    <w:rsid w:val="00F70B3C"/>
    <w:rsid w:val="00FE2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C3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0D54D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D54D1"/>
  </w:style>
  <w:style w:type="paragraph" w:styleId="Footer">
    <w:name w:val="footer"/>
    <w:basedOn w:val="Normal"/>
    <w:link w:val="FooterChar"/>
    <w:uiPriority w:val="99"/>
    <w:semiHidden/>
    <w:rsid w:val="000D54D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54D1"/>
  </w:style>
  <w:style w:type="paragraph" w:styleId="ListParagraph">
    <w:name w:val="List Paragraph"/>
    <w:basedOn w:val="Normal"/>
    <w:uiPriority w:val="99"/>
    <w:qFormat/>
    <w:rsid w:val="000D54D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10242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0242"/>
    <w:rPr>
      <w:rFonts w:ascii="Tahoma" w:hAnsi="Tahoma"/>
      <w:sz w:val="16"/>
    </w:rPr>
  </w:style>
  <w:style w:type="paragraph" w:styleId="EndnoteText">
    <w:name w:val="endnote text"/>
    <w:basedOn w:val="Normal"/>
    <w:link w:val="EndnoteTextChar"/>
    <w:uiPriority w:val="99"/>
    <w:semiHidden/>
    <w:rsid w:val="0033679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3679B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33679B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3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1</Pages>
  <Words>255</Words>
  <Characters>1456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29</cp:revision>
  <dcterms:created xsi:type="dcterms:W3CDTF">2015-01-28T08:22:00Z</dcterms:created>
  <dcterms:modified xsi:type="dcterms:W3CDTF">2016-03-28T07:34:00Z</dcterms:modified>
</cp:coreProperties>
</file>